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32F4" w14:textId="77777777" w:rsidR="00336FD8" w:rsidRDefault="00A53CDE"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B869C5" wp14:editId="7CBE8E11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26"/>
                            </w:tblGrid>
                            <w:tr w:rsidR="00A53CDE" w14:paraId="46AD361A" w14:textId="77777777" w:rsidTr="00A53CDE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426" w:type="dxa"/>
                                  <w:textDirection w:val="tbRlV"/>
                                </w:tcPr>
                                <w:bookmarkStart w:id="0" w:name="rcvName"/>
                                <w:p w14:paraId="185A8401" w14:textId="7DA95DF8" w:rsidR="00A53CDE" w:rsidRDefault="00A53CDE" w:rsidP="00A53CDE">
                                  <w:pPr>
                                    <w:pStyle w:val="R0"/>
                                  </w:pPr>
                                  <w:r w:rsidRPr="00A53CDE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A53CDE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A53CDE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 w:rsidR="002C05F2">
                                    <w:fldChar w:fldCharType="separate"/>
                                  </w:r>
                                  <w:r w:rsidR="002C05F2">
                                    <w:rPr>
                                      <w:rFonts w:hint="eastAsia"/>
                                      <w:noProof/>
                                    </w:rPr>
                                    <w:t>金山</w: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 w:rsidR="002C05F2">
                                    <w:fldChar w:fldCharType="separate"/>
                                  </w:r>
                                  <w:r w:rsidR="002C05F2">
                                    <w:rPr>
                                      <w:rFonts w:hint="eastAsia"/>
                                      <w:noProof/>
                                    </w:rPr>
                                    <w:t>大五郎</w: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6386D52E" w14:textId="77777777" w:rsidR="00A53CDE" w:rsidRDefault="00A53CDE">
                                  <w:pPr>
                                    <w:pStyle w:val="R0"/>
                                    <w:jc w:val="right"/>
                                  </w:pPr>
                                  <w:bookmarkStart w:id="1" w:name="rcvOptName"/>
                                  <w:bookmarkEnd w:id="0"/>
                                  <w:bookmarkEnd w:id="1"/>
                                </w:p>
                              </w:tc>
                            </w:tr>
                            <w:tr w:rsidR="00A53CDE" w14:paraId="180AECAC" w14:textId="77777777" w:rsidTr="00A53CDE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426" w:type="dxa"/>
                                  <w:textDirection w:val="tbRlV"/>
                                </w:tcPr>
                                <w:p w14:paraId="7E016EF7" w14:textId="44909F23" w:rsidR="00A53CDE" w:rsidRDefault="00F41457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敬称 </w:instrText>
                                  </w:r>
                                  <w:r w:rsidR="002C05F2">
                                    <w:fldChar w:fldCharType="separate"/>
                                  </w:r>
                                  <w:r w:rsidR="002C05F2" w:rsidRPr="006C0435">
                                    <w:rPr>
                                      <w:noProof/>
                                    </w:rPr>
                                    <w:t>様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76264E89" w14:textId="77777777" w:rsidR="00A53CDE" w:rsidRDefault="00A53C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B869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26"/>
                      </w:tblGrid>
                      <w:tr w:rsidR="00A53CDE" w14:paraId="46AD361A" w14:textId="77777777" w:rsidTr="00A53CDE">
                        <w:trPr>
                          <w:cantSplit/>
                          <w:trHeight w:val="4305"/>
                        </w:trPr>
                        <w:tc>
                          <w:tcPr>
                            <w:tcW w:w="1426" w:type="dxa"/>
                            <w:textDirection w:val="tbRlV"/>
                          </w:tcPr>
                          <w:bookmarkStart w:id="2" w:name="rcvName"/>
                          <w:p w14:paraId="185A8401" w14:textId="7DA95DF8" w:rsidR="00A53CDE" w:rsidRDefault="00A53CDE" w:rsidP="00A53CDE">
                            <w:pPr>
                              <w:pStyle w:val="R0"/>
                            </w:pPr>
                            <w:r w:rsidRPr="00A53CDE">
                              <w:rPr>
                                <w:sz w:val="34"/>
                              </w:rPr>
                              <w:fldChar w:fldCharType="begin"/>
                            </w:r>
                            <w:r w:rsidRPr="00A53CDE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A53CDE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 w:rsidR="002C05F2">
                              <w:fldChar w:fldCharType="separate"/>
                            </w:r>
                            <w:r w:rsidR="002C05F2">
                              <w:rPr>
                                <w:rFonts w:hint="eastAsia"/>
                                <w:noProof/>
                              </w:rPr>
                              <w:t>金山</w:t>
                            </w:r>
                            <w: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 w:rsidR="002C05F2">
                              <w:fldChar w:fldCharType="separate"/>
                            </w:r>
                            <w:r w:rsidR="002C05F2">
                              <w:rPr>
                                <w:rFonts w:hint="eastAsia"/>
                                <w:noProof/>
                              </w:rPr>
                              <w:t>大五郎</w:t>
                            </w:r>
                            <w:r>
                              <w:fldChar w:fldCharType="end"/>
                            </w:r>
                          </w:p>
                          <w:p w14:paraId="6386D52E" w14:textId="77777777" w:rsidR="00A53CDE" w:rsidRDefault="00A53CDE">
                            <w:pPr>
                              <w:pStyle w:val="R0"/>
                              <w:jc w:val="right"/>
                            </w:pPr>
                            <w:bookmarkStart w:id="3" w:name="rcvOptName"/>
                            <w:bookmarkEnd w:id="2"/>
                            <w:bookmarkEnd w:id="3"/>
                          </w:p>
                        </w:tc>
                      </w:tr>
                      <w:tr w:rsidR="00A53CDE" w14:paraId="180AECAC" w14:textId="77777777" w:rsidTr="00A53CDE">
                        <w:trPr>
                          <w:cantSplit/>
                          <w:trHeight w:val="1223"/>
                        </w:trPr>
                        <w:tc>
                          <w:tcPr>
                            <w:tcW w:w="1426" w:type="dxa"/>
                            <w:textDirection w:val="tbRlV"/>
                          </w:tcPr>
                          <w:p w14:paraId="7E016EF7" w14:textId="44909F23" w:rsidR="00A53CDE" w:rsidRDefault="00F41457">
                            <w:pPr>
                              <w:pStyle w:val="R0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敬称 </w:instrText>
                            </w:r>
                            <w:r w:rsidR="002C05F2">
                              <w:fldChar w:fldCharType="separate"/>
                            </w:r>
                            <w:r w:rsidR="002C05F2" w:rsidRPr="006C0435">
                              <w:rPr>
                                <w:noProof/>
                              </w:rPr>
                              <w:t>様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</w:tbl>
                    <w:p w14:paraId="76264E89" w14:textId="77777777" w:rsidR="00A53CDE" w:rsidRDefault="00A53CD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5D2AC5" wp14:editId="523EA680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53CDE" w14:paraId="199D1B59" w14:textId="77777777" w:rsidTr="00A53CDE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4" w:name="rcvAddress" w:colFirst="0" w:colLast="0"/>
                                <w:p w14:paraId="2A6D3550" w14:textId="5DB8B6CC" w:rsidR="00A53CDE" w:rsidRDefault="00A53CDE" w:rsidP="00A53CDE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 w:rsidR="002C05F2">
                                    <w:fldChar w:fldCharType="separate"/>
                                  </w:r>
                                  <w:r w:rsidR="002C05F2">
                                    <w:rPr>
                                      <w:rFonts w:hint="eastAsia"/>
                                      <w:noProof/>
                                    </w:rPr>
                                    <w:t>羽曳野市西浦一二三-四</w: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3AA2FBA7" w14:textId="2D0CA09F" w:rsidR="00A53CDE" w:rsidRDefault="00A53CDE" w:rsidP="00A53CDE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4"/>
                          </w:tbl>
                          <w:p w14:paraId="3B2EEB77" w14:textId="77777777" w:rsidR="00A53CDE" w:rsidRDefault="00A53C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D2AC5" id="テキスト ボックス 55" o:spid="_x0000_s1027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53CDE" w14:paraId="199D1B59" w14:textId="77777777" w:rsidTr="00A53CDE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5" w:name="rcvAddress" w:colFirst="0" w:colLast="0"/>
                          <w:p w14:paraId="2A6D3550" w14:textId="5DB8B6CC" w:rsidR="00A53CDE" w:rsidRDefault="00A53CDE" w:rsidP="00A53CDE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 w:rsidR="002C05F2">
                              <w:fldChar w:fldCharType="separate"/>
                            </w:r>
                            <w:r w:rsidR="002C05F2">
                              <w:rPr>
                                <w:rFonts w:hint="eastAsia"/>
                                <w:noProof/>
                              </w:rPr>
                              <w:t>羽曳野市西浦一二三-四</w:t>
                            </w:r>
                            <w:r>
                              <w:fldChar w:fldCharType="end"/>
                            </w:r>
                          </w:p>
                          <w:p w14:paraId="3AA2FBA7" w14:textId="2D0CA09F" w:rsidR="00A53CDE" w:rsidRDefault="00A53CDE" w:rsidP="00A53CDE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5"/>
                    </w:tbl>
                    <w:p w14:paraId="3B2EEB77" w14:textId="77777777" w:rsidR="00A53CDE" w:rsidRDefault="00A53CD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865BA9" wp14:editId="65773018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61"/>
                            </w:tblGrid>
                            <w:tr w:rsidR="00A53CDE" w14:paraId="408EB4D0" w14:textId="77777777" w:rsidTr="00A53CDE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361" w:type="dxa"/>
                                  <w:textDirection w:val="tbRlV"/>
                                </w:tcPr>
                                <w:p w14:paraId="739B992C" w14:textId="77777777" w:rsidR="00A53CDE" w:rsidRDefault="00A53CDE" w:rsidP="00A53CDE">
                                  <w:pPr>
                                    <w:pStyle w:val="S1"/>
                                    <w:rPr>
                                      <w:rFonts w:hint="eastAsia"/>
                                    </w:rPr>
                                  </w:pPr>
                                  <w:bookmarkStart w:id="6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大阪府河内長野市古野町二三-四</w:t>
                                  </w:r>
                                </w:p>
                                <w:p w14:paraId="33503222" w14:textId="77777777" w:rsidR="00A53CDE" w:rsidRDefault="00A53CDE" w:rsidP="00A53CDE">
                                  <w:pPr>
                                    <w:pStyle w:val="S2"/>
                                  </w:pPr>
                                </w:p>
                                <w:p w14:paraId="26A013A7" w14:textId="77777777" w:rsidR="00A53CDE" w:rsidRDefault="00A53CDE" w:rsidP="00A53CDE">
                                  <w:pPr>
                                    <w:pStyle w:val="S0"/>
                                    <w:rPr>
                                      <w:rFonts w:hint="eastAsia"/>
                                    </w:rPr>
                                  </w:pPr>
                                  <w:r w:rsidRPr="00A53CDE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矢野和男</w:t>
                                  </w:r>
                                </w:p>
                                <w:p w14:paraId="661EA437" w14:textId="77777777" w:rsidR="00A53CDE" w:rsidRDefault="00A53CDE" w:rsidP="00A53CDE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6"/>
                          </w:tbl>
                          <w:p w14:paraId="3DBB5971" w14:textId="77777777" w:rsidR="00A53CDE" w:rsidRDefault="00A53C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65BA9"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61"/>
                      </w:tblGrid>
                      <w:tr w:rsidR="00A53CDE" w14:paraId="408EB4D0" w14:textId="77777777" w:rsidTr="00A53CDE">
                        <w:trPr>
                          <w:cantSplit/>
                          <w:trHeight w:val="3341"/>
                        </w:trPr>
                        <w:tc>
                          <w:tcPr>
                            <w:tcW w:w="1361" w:type="dxa"/>
                            <w:textDirection w:val="tbRlV"/>
                          </w:tcPr>
                          <w:p w14:paraId="739B992C" w14:textId="77777777" w:rsidR="00A53CDE" w:rsidRDefault="00A53CDE" w:rsidP="00A53CDE">
                            <w:pPr>
                              <w:pStyle w:val="S1"/>
                              <w:rPr>
                                <w:rFonts w:hint="eastAsia"/>
                              </w:rPr>
                            </w:pPr>
                            <w:bookmarkStart w:id="7" w:name="sndAddress" w:colFirst="0" w:colLast="0"/>
                            <w:r>
                              <w:rPr>
                                <w:rFonts w:hint="eastAsia"/>
                              </w:rPr>
                              <w:t>大阪府河内長野市古野町二三-四</w:t>
                            </w:r>
                          </w:p>
                          <w:p w14:paraId="33503222" w14:textId="77777777" w:rsidR="00A53CDE" w:rsidRDefault="00A53CDE" w:rsidP="00A53CDE">
                            <w:pPr>
                              <w:pStyle w:val="S2"/>
                            </w:pPr>
                          </w:p>
                          <w:p w14:paraId="26A013A7" w14:textId="77777777" w:rsidR="00A53CDE" w:rsidRDefault="00A53CDE" w:rsidP="00A53CDE">
                            <w:pPr>
                              <w:pStyle w:val="S0"/>
                              <w:rPr>
                                <w:rFonts w:hint="eastAsia"/>
                              </w:rPr>
                            </w:pPr>
                            <w:r w:rsidRPr="00A53CDE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矢野和男</w:t>
                            </w:r>
                          </w:p>
                          <w:p w14:paraId="661EA437" w14:textId="77777777" w:rsidR="00A53CDE" w:rsidRDefault="00A53CDE" w:rsidP="00A53CDE">
                            <w:pPr>
                              <w:pStyle w:val="S3"/>
                            </w:pPr>
                          </w:p>
                        </w:tc>
                      </w:tr>
                      <w:bookmarkEnd w:id="7"/>
                    </w:tbl>
                    <w:p w14:paraId="3DBB5971" w14:textId="77777777" w:rsidR="00A53CDE" w:rsidRDefault="00A53CD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7CF06C" wp14:editId="5C2021B2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61"/>
                            </w:tblGrid>
                            <w:tr w:rsidR="00A53CDE" w14:paraId="6A95076C" w14:textId="77777777" w:rsidTr="00A53CDE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361" w:type="dxa"/>
                                </w:tcPr>
                                <w:p w14:paraId="110E3F09" w14:textId="77777777" w:rsidR="00A53CDE" w:rsidRPr="00A53CDE" w:rsidRDefault="00A53CDE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8" w:name="sndZipC" w:colFirst="0" w:colLast="0"/>
                                </w:p>
                              </w:tc>
                            </w:tr>
                            <w:bookmarkEnd w:id="8"/>
                          </w:tbl>
                          <w:p w14:paraId="724A9B30" w14:textId="77777777" w:rsidR="00A53CDE" w:rsidRDefault="00A53C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CF06C" id="テキスト ボックス 59" o:spid="_x0000_s1029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61"/>
                      </w:tblGrid>
                      <w:tr w:rsidR="00A53CDE" w14:paraId="6A95076C" w14:textId="77777777" w:rsidTr="00A53CDE">
                        <w:trPr>
                          <w:cantSplit/>
                          <w:trHeight w:val="282"/>
                        </w:trPr>
                        <w:tc>
                          <w:tcPr>
                            <w:tcW w:w="1361" w:type="dxa"/>
                          </w:tcPr>
                          <w:p w14:paraId="110E3F09" w14:textId="77777777" w:rsidR="00A53CDE" w:rsidRPr="00A53CDE" w:rsidRDefault="00A53CDE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9" w:name="sndZipC" w:colFirst="0" w:colLast="0"/>
                          </w:p>
                        </w:tc>
                      </w:tr>
                      <w:bookmarkEnd w:id="9"/>
                    </w:tbl>
                    <w:p w14:paraId="724A9B30" w14:textId="77777777" w:rsidR="00A53CDE" w:rsidRDefault="00A53CD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B987EC" wp14:editId="03A055E9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67"/>
                            </w:tblGrid>
                            <w:tr w:rsidR="00A53CDE" w14:paraId="28A12D28" w14:textId="77777777" w:rsidTr="00A53CDE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667" w:type="dxa"/>
                                  <w:textDirection w:val="tbRlV"/>
                                  <w:vAlign w:val="bottom"/>
                                </w:tcPr>
                                <w:bookmarkStart w:id="10" w:name="rcvOffice" w:colFirst="0" w:colLast="0"/>
                                <w:p w14:paraId="6703227A" w14:textId="75321809" w:rsidR="00A53CDE" w:rsidRDefault="00A53CDE" w:rsidP="00A53CDE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7E4E9B1A" w14:textId="76C675A7" w:rsidR="00A53CDE" w:rsidRDefault="00A53CDE" w:rsidP="00A53CDE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0"/>
                          </w:tbl>
                          <w:p w14:paraId="4A4E22FC" w14:textId="77777777" w:rsidR="00A53CDE" w:rsidRDefault="00A53C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987EC" id="テキスト ボックス 58" o:spid="_x0000_s1030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67"/>
                      </w:tblGrid>
                      <w:tr w:rsidR="00A53CDE" w14:paraId="28A12D28" w14:textId="77777777" w:rsidTr="00A53CDE">
                        <w:trPr>
                          <w:cantSplit/>
                          <w:trHeight w:val="5240"/>
                        </w:trPr>
                        <w:tc>
                          <w:tcPr>
                            <w:tcW w:w="667" w:type="dxa"/>
                            <w:textDirection w:val="tbRlV"/>
                            <w:vAlign w:val="bottom"/>
                          </w:tcPr>
                          <w:bookmarkStart w:id="11" w:name="rcvOffice" w:colFirst="0" w:colLast="0"/>
                          <w:p w14:paraId="6703227A" w14:textId="75321809" w:rsidR="00A53CDE" w:rsidRDefault="00A53CDE" w:rsidP="00A53CDE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end"/>
                            </w:r>
                          </w:p>
                          <w:p w14:paraId="7E4E9B1A" w14:textId="76C675A7" w:rsidR="00A53CDE" w:rsidRDefault="00A53CDE" w:rsidP="00A53CDE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1"/>
                    </w:tbl>
                    <w:p w14:paraId="4A4E22FC" w14:textId="77777777" w:rsidR="00A53CDE" w:rsidRDefault="00A53CD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C71B5" wp14:editId="2D731116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53CDE" w14:paraId="0AC64F6A" w14:textId="77777777" w:rsidTr="00A53CDE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2" w:name="rcvZipA" w:colFirst="0" w:colLast="0"/>
                                <w:bookmarkStart w:id="13" w:name="rcvZipB" w:colFirst="1" w:colLast="1"/>
                                <w:p w14:paraId="63BE0874" w14:textId="4FE67E8D" w:rsidR="00A53CDE" w:rsidRPr="00A53CDE" w:rsidRDefault="00A53CDE" w:rsidP="00A53CDE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A53CDE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A53CDE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A53CDE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A53CDE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="002C05F2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2C05F2">
                                    <w:rPr>
                                      <w:rFonts w:ascii="OCRB"/>
                                      <w:noProof/>
                                    </w:rPr>
                                    <w:t>583-0861</w:t>
                                  </w:r>
                                  <w:r w:rsidRPr="00A53CDE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14:paraId="0C574387" w14:textId="12CC358B" w:rsidR="00A53CDE" w:rsidRPr="00A53CDE" w:rsidRDefault="00A53CDE" w:rsidP="00A53CDE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A53CDE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A53CDE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A53CDE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A53CDE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="002C05F2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2C05F2">
                                    <w:rPr>
                                      <w:rFonts w:ascii="OCRB"/>
                                      <w:noProof/>
                                    </w:rPr>
                                    <w:t>583-0861</w:t>
                                  </w:r>
                                  <w:r w:rsidRPr="00A53CDE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2"/>
                            <w:bookmarkEnd w:id="13"/>
                          </w:tbl>
                          <w:p w14:paraId="74E13FEA" w14:textId="77777777" w:rsidR="00A53CDE" w:rsidRDefault="00A53C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C71B5" id="テキスト ボックス 53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53CDE" w14:paraId="0AC64F6A" w14:textId="77777777" w:rsidTr="00A53CDE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4" w:name="rcvZipA" w:colFirst="0" w:colLast="0"/>
                          <w:bookmarkStart w:id="15" w:name="rcvZipB" w:colFirst="1" w:colLast="1"/>
                          <w:p w14:paraId="63BE0874" w14:textId="4FE67E8D" w:rsidR="00A53CDE" w:rsidRPr="00A53CDE" w:rsidRDefault="00A53CDE" w:rsidP="00A53CDE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A53CDE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A53CDE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A53CDE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A53CDE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="002C05F2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2C05F2">
                              <w:rPr>
                                <w:rFonts w:ascii="OCRB"/>
                                <w:noProof/>
                              </w:rPr>
                              <w:t>583-0861</w:t>
                            </w:r>
                            <w:r w:rsidRPr="00A53CDE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14:paraId="0C574387" w14:textId="12CC358B" w:rsidR="00A53CDE" w:rsidRPr="00A53CDE" w:rsidRDefault="00A53CDE" w:rsidP="00A53CDE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A53CDE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A53CDE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A53CDE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A53CDE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="002C05F2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2C05F2">
                              <w:rPr>
                                <w:rFonts w:ascii="OCRB"/>
                                <w:noProof/>
                              </w:rPr>
                              <w:t>583-0861</w:t>
                            </w:r>
                            <w:r w:rsidRPr="00A53CDE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4"/>
                      <w:bookmarkEnd w:id="15"/>
                    </w:tbl>
                    <w:p w14:paraId="74E13FEA" w14:textId="77777777" w:rsidR="00A53CDE" w:rsidRDefault="00A53CD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6334C9" wp14:editId="22ECDAEA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712" w:type="dxa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20"/>
                              <w:gridCol w:w="992"/>
                            </w:tblGrid>
                            <w:tr w:rsidR="00A53CDE" w14:paraId="3A5EF510" w14:textId="77777777" w:rsidTr="00EF637B">
                              <w:trPr>
                                <w:trHeight w:val="479"/>
                              </w:trPr>
                              <w:tc>
                                <w:tcPr>
                                  <w:tcW w:w="720" w:type="dxa"/>
                                </w:tcPr>
                                <w:p w14:paraId="2E54DA0A" w14:textId="77777777" w:rsidR="00A53CDE" w:rsidRDefault="00A53CDE" w:rsidP="00A53CDE">
                                  <w:pPr>
                                    <w:pStyle w:val="SA"/>
                                  </w:pPr>
                                  <w:bookmarkStart w:id="16" w:name="sndZipColumn" w:colFirst="0" w:colLast="1"/>
                                  <w:bookmarkStart w:id="17" w:name="sndZipA" w:colFirst="0" w:colLast="0"/>
                                  <w:bookmarkStart w:id="18" w:name="sndZipB" w:colFirst="1" w:colLast="1"/>
                                  <w:r w:rsidRPr="00A53CDE">
                                    <w:rPr>
                                      <w:rFonts w:ascii="OCRB"/>
                                    </w:rPr>
                                    <w:t>586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083D7FDD" w14:textId="77777777" w:rsidR="00A53CDE" w:rsidRDefault="00A53CDE" w:rsidP="00A53CDE">
                                  <w:pPr>
                                    <w:pStyle w:val="SB"/>
                                    <w:ind w:right="-105"/>
                                  </w:pPr>
                                  <w:r w:rsidRPr="00A53CDE">
                                    <w:rPr>
                                      <w:rFonts w:ascii="OCRB"/>
                                    </w:rPr>
                                    <w:t>0017</w:t>
                                  </w:r>
                                </w:p>
                              </w:tc>
                            </w:tr>
                            <w:bookmarkEnd w:id="16"/>
                            <w:bookmarkEnd w:id="17"/>
                            <w:bookmarkEnd w:id="18"/>
                          </w:tbl>
                          <w:p w14:paraId="67EC2DFE" w14:textId="77777777" w:rsidR="00A53CDE" w:rsidRDefault="00A53CDE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334C9" id="テキスト ボックス 54" o:spid="_x0000_s1032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" filled="f" stroked="f">
                <v:textbox inset=".64mm,0,,0">
                  <w:txbxContent>
                    <w:tbl>
                      <w:tblPr>
                        <w:tblW w:w="1712" w:type="dxa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20"/>
                        <w:gridCol w:w="992"/>
                      </w:tblGrid>
                      <w:tr w:rsidR="00A53CDE" w14:paraId="3A5EF510" w14:textId="77777777" w:rsidTr="00EF637B">
                        <w:trPr>
                          <w:trHeight w:val="479"/>
                        </w:trPr>
                        <w:tc>
                          <w:tcPr>
                            <w:tcW w:w="720" w:type="dxa"/>
                          </w:tcPr>
                          <w:p w14:paraId="2E54DA0A" w14:textId="77777777" w:rsidR="00A53CDE" w:rsidRDefault="00A53CDE" w:rsidP="00A53CDE">
                            <w:pPr>
                              <w:pStyle w:val="SA"/>
                            </w:pPr>
                            <w:bookmarkStart w:id="19" w:name="sndZipColumn" w:colFirst="0" w:colLast="1"/>
                            <w:bookmarkStart w:id="20" w:name="sndZipA" w:colFirst="0" w:colLast="0"/>
                            <w:bookmarkStart w:id="21" w:name="sndZipB" w:colFirst="1" w:colLast="1"/>
                            <w:r w:rsidRPr="00A53CDE">
                              <w:rPr>
                                <w:rFonts w:ascii="OCRB"/>
                              </w:rPr>
                              <w:t>586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14:paraId="083D7FDD" w14:textId="77777777" w:rsidR="00A53CDE" w:rsidRDefault="00A53CDE" w:rsidP="00A53CDE">
                            <w:pPr>
                              <w:pStyle w:val="SB"/>
                              <w:ind w:right="-105"/>
                            </w:pPr>
                            <w:r w:rsidRPr="00A53CDE">
                              <w:rPr>
                                <w:rFonts w:ascii="OCRB"/>
                              </w:rPr>
                              <w:t>0017</w:t>
                            </w:r>
                          </w:p>
                        </w:tc>
                      </w:tr>
                      <w:bookmarkEnd w:id="19"/>
                      <w:bookmarkEnd w:id="20"/>
                      <w:bookmarkEnd w:id="21"/>
                    </w:tbl>
                    <w:p w14:paraId="67EC2DFE" w14:textId="77777777" w:rsidR="00A53CDE" w:rsidRDefault="00A53CDE"/>
                  </w:txbxContent>
                </v:textbox>
              </v:shape>
            </w:pict>
          </mc:Fallback>
        </mc:AlternateContent>
      </w:r>
    </w:p>
    <w:sectPr w:rsidR="00336FD8" w:rsidSect="00A53CDE">
      <w:headerReference w:type="default" r:id="rId6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69E37" w14:textId="77777777" w:rsidR="00A53CDE" w:rsidRDefault="00A53CDE" w:rsidP="00A53CDE">
      <w:r>
        <w:separator/>
      </w:r>
    </w:p>
  </w:endnote>
  <w:endnote w:type="continuationSeparator" w:id="0">
    <w:p w14:paraId="6F526531" w14:textId="77777777" w:rsidR="00A53CDE" w:rsidRDefault="00A53CDE" w:rsidP="00A53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9A075" w14:textId="77777777" w:rsidR="00A53CDE" w:rsidRDefault="00A53CDE" w:rsidP="00A53CDE">
      <w:r>
        <w:separator/>
      </w:r>
    </w:p>
  </w:footnote>
  <w:footnote w:type="continuationSeparator" w:id="0">
    <w:p w14:paraId="6DBE2295" w14:textId="77777777" w:rsidR="00A53CDE" w:rsidRDefault="00A53CDE" w:rsidP="00A53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941D" w14:textId="77777777" w:rsidR="00A53CDE" w:rsidRDefault="00A53CDE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4C61BFB" wp14:editId="3F2C0F7A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B7F45F" w14:textId="77777777" w:rsidR="00A53CDE" w:rsidRDefault="00A53CDE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 wp14:anchorId="3A012218" wp14:editId="5885D240">
                                <wp:extent cx="3457575" cy="5229225"/>
                                <wp:effectExtent l="19050" t="0" r="9525" b="0"/>
                                <wp:docPr id="4" name="図 3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C61BFB"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" o:allowincell="f" stroked="f">
              <v:textbox inset="1mm">
                <w:txbxContent>
                  <w:p w14:paraId="58B7F45F" w14:textId="77777777" w:rsidR="00A53CDE" w:rsidRDefault="00A53CDE">
                    <w:r>
                      <w:rPr>
                        <w:noProof/>
                        <w:vanish/>
                      </w:rPr>
                      <w:drawing>
                        <wp:inline distT="0" distB="0" distL="0" distR="0" wp14:anchorId="3A012218" wp14:editId="5885D240">
                          <wp:extent cx="3457575" cy="5229225"/>
                          <wp:effectExtent l="19050" t="0" r="9525" b="0"/>
                          <wp:docPr id="4" name="図 3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0"/>
    <wne:hash wne:val="-25855293"/>
  </wne:recipientData>
  <wne:recipientData>
    <wne:active wne:val="0"/>
    <wne:hash wne:val="-20966273"/>
  </wne:recipientData>
  <wne:recipientData>
    <wne:active wne:val="1"/>
    <wne:hash wne:val="-1174680156"/>
  </wne:recipientData>
  <wne:recipientData>
    <wne:active wne:val="0"/>
    <wne:hash wne:val="670431896"/>
  </wne:recipientData>
  <wne:recipientData>
    <wne:active wne:val="1"/>
    <wne:hash wne:val="-1798575943"/>
  </wne:recipientData>
  <wne:recipientData>
    <wne:active wne:val="0"/>
    <wne:hash wne:val="-2020477720"/>
  </wne:recipientData>
  <wne:recipientData>
    <wne:active wne:val="0"/>
    <wne:hash wne:val="-259223689"/>
  </wne:recipientData>
  <wne:recipientData>
    <wne:active wne:val="0"/>
    <wne:hash wne:val="-661013201"/>
  </wne:recipientData>
  <wne:recipientData>
    <wne:active wne:val="0"/>
    <wne:hash wne:val="-2074625280"/>
  </wne:recipientData>
  <wne:recipientData>
    <wne:active wne:val="0"/>
    <wne:hash wne:val="-279071293"/>
  </wne:recipientData>
  <wne:recipientData>
    <wne:active wne:val="0"/>
    <wne:hash wne:val="-1023869469"/>
  </wne:recipientData>
  <wne:recipientData>
    <wne:active wne:val="0"/>
    <wne:hash wne:val="1594721224"/>
  </wne:recipientData>
  <wne:recipientData>
    <wne:active wne:val="0"/>
    <wne:hash wne:val="-842201709"/>
  </wne:recipientData>
  <wne:recipientData>
    <wne:active wne:val="0"/>
    <wne:hash wne:val="331743896"/>
  </wne:recipientData>
  <wne:recipientData>
    <wne:active wne:val="0"/>
    <wne:hash wne:val="294156481"/>
  </wne:recipientData>
  <wne:recipientData>
    <wne:active wne:val="0"/>
    <wne:hash wne:val="-798210279"/>
  </wne:recipientData>
  <wne:recipientData>
    <wne:active wne:val="0"/>
    <wne:hash wne:val="-93496225"/>
  </wne:recipientData>
  <wne:recipientData>
    <wne:active wne:val="0"/>
    <wne:hash wne:val="-1930388797"/>
  </wne:recipientData>
  <wne:recipientData>
    <wne:active wne:val="0"/>
    <wne:hash wne:val="456830383"/>
  </wne:recipientData>
  <wne:recipientData>
    <wne:active wne:val="0"/>
    <wne:hash wne:val="1826892597"/>
  </wne:recipientData>
  <wne:recipientData>
    <wne:active wne:val="0"/>
    <wne:hash wne:val="1039835456"/>
  </wne:recipientData>
  <wne:recipientData>
    <wne:active wne:val="0"/>
    <wne:hash wne:val="1993514108"/>
  </wne:recipientData>
  <wne:recipientData>
    <wne:active wne:val="0"/>
    <wne:hash wne:val="-148054372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92"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2"/>
    <w:viewMergedData/>
    <w:activeRecord w:val="3"/>
    <w:odso>
      <w:udl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3"/>
      <w:colDelim w:val="9"/>
      <w:type w:val="database"/>
      <w:fHdr/>
      <w:fieldMapData>
        <w:column w:val="0"/>
        <w:lid w:val="en-US"/>
      </w:fieldMapData>
      <w:fieldMapData>
        <w:type w:val="dbColumn"/>
        <w:name w:val="敬称"/>
        <w:mappedName w:val="敬称"/>
        <w:column w:val="2"/>
        <w:lid w:val="en-US"/>
      </w:fieldMapData>
      <w:fieldMapData>
        <w:type w:val="dbColumn"/>
        <w:name w:val="名"/>
        <w:mappedName w:val="名"/>
        <w:column w:val="1"/>
        <w:lid w:val="en-US"/>
      </w:fieldMapData>
      <w:fieldMapData>
        <w:column w:val="0"/>
        <w:lid w:val="en-US"/>
      </w:fieldMapData>
      <w:fieldMapData>
        <w:type w:val="dbColumn"/>
        <w:name w:val="姓"/>
        <w:mappedName w:val="姓"/>
        <w:column w:val="0"/>
        <w:lid w:val="en-US"/>
      </w:fieldMapData>
      <w:fieldMapData>
        <w:type w:val="dbColumn"/>
        <w:name w:val="敬称"/>
        <w:mappedName w:val="接尾辞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住所１"/>
        <w:mappedName w:val="住所 1"/>
        <w:column w:val="5"/>
        <w:lid w:val="en-US"/>
      </w:fieldMapData>
      <w:fieldMapData>
        <w:type w:val="dbColumn"/>
        <w:name w:val="住所２"/>
        <w:mappedName w:val="住所 2"/>
        <w:column w:val="6"/>
        <w:lid w:val="en-US"/>
      </w:fieldMapData>
      <w:fieldMapData>
        <w:column w:val="0"/>
        <w:lid w:val="en-US"/>
      </w:fieldMapData>
      <w:fieldMapData>
        <w:type w:val="dbColumn"/>
        <w:name w:val="都道府県"/>
        <w:mappedName w:val="都道府県"/>
        <w:column w:val="4"/>
        <w:lid w:val="en-US"/>
      </w:fieldMapData>
      <w:fieldMapData>
        <w:type w:val="dbColumn"/>
        <w:name w:val="郵便番号"/>
        <w:mappedName w:val="郵便番号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4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CDE"/>
    <w:rsid w:val="001F466B"/>
    <w:rsid w:val="002C05F2"/>
    <w:rsid w:val="00336FD8"/>
    <w:rsid w:val="005F3EDB"/>
    <w:rsid w:val="00A53CDE"/>
    <w:rsid w:val="00C543F4"/>
    <w:rsid w:val="00E21467"/>
    <w:rsid w:val="00EF637B"/>
    <w:rsid w:val="00F4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802BD7"/>
  <w15:chartTrackingRefBased/>
  <w15:docId w15:val="{16F63422-F83C-45E8-95BD-1EBF52725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CDE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  <w:rsid w:val="00A53CD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A53CDE"/>
  </w:style>
  <w:style w:type="paragraph" w:customStyle="1" w:styleId="R">
    <w:name w:val="R会社"/>
    <w:basedOn w:val="a"/>
    <w:rsid w:val="00A53CDE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A53CDE"/>
    <w:pPr>
      <w:ind w:left="0"/>
    </w:pPr>
    <w:rPr>
      <w:noProof/>
      <w:sz w:val="22"/>
    </w:rPr>
  </w:style>
  <w:style w:type="paragraph" w:customStyle="1" w:styleId="R0">
    <w:name w:val="R氏名"/>
    <w:basedOn w:val="a"/>
    <w:rsid w:val="00A53CDE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A53CDE"/>
    <w:rPr>
      <w:noProof/>
      <w:sz w:val="44"/>
    </w:rPr>
  </w:style>
  <w:style w:type="paragraph" w:customStyle="1" w:styleId="R1">
    <w:name w:val="R住所_1"/>
    <w:basedOn w:val="a"/>
    <w:rsid w:val="00A53CDE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A53CDE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A53CDE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A53CDE"/>
    <w:pPr>
      <w:ind w:left="0"/>
    </w:pPr>
    <w:rPr>
      <w:noProof/>
      <w:sz w:val="21"/>
    </w:rPr>
  </w:style>
  <w:style w:type="paragraph" w:customStyle="1" w:styleId="R3">
    <w:name w:val="R部署"/>
    <w:basedOn w:val="a"/>
    <w:rsid w:val="00A53CDE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A53CDE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A53CDE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A53CDE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A53CDE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A53CDE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A53CDE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A53CDE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A53CDE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A53CDE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A53CDE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A53CDE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A53CDE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A53CD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A53CDE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A53C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53CDE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A53C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53CD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E:\&#21517;&#31807;.xlsx" TargetMode="External"/><Relationship Id="rId2" Type="http://schemas.openxmlformats.org/officeDocument/2006/relationships/mailMergeSource" Target="file:///E:\&#21517;&#31807;.xlsx" TargetMode="External"/><Relationship Id="rId1" Type="http://schemas.openxmlformats.org/officeDocument/2006/relationships/attachedTemplate" Target="file:///C:\Program%20Files\Microsoft%20Office\root\Templates\1041\POSTCARD20.WIZ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132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1</cp:revision>
  <dcterms:created xsi:type="dcterms:W3CDTF">2023-07-19T06:18:00Z</dcterms:created>
  <dcterms:modified xsi:type="dcterms:W3CDTF">2023-07-19T08:30:00Z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